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153" w:rsidRPr="00EF1153" w:rsidRDefault="00EF1153" w:rsidP="00EF11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15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EF1153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"consultantplus://offline/ref=81C534AC1618B38338B7138DDEB14344F59B417381706259B468524054C32ECBB30FCA5546109B5D4A4FB36DK7O" </w:instrText>
      </w:r>
      <w:r w:rsidRPr="00EF115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EF1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  <w:r w:rsidRPr="00EF1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r w:rsidRPr="00EF1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расходах на реализацию муниципальной программы за счет всех источников финансирования</w:t>
      </w:r>
    </w:p>
    <w:p w:rsidR="00EF1153" w:rsidRPr="004B1EBF" w:rsidRDefault="00EF1153" w:rsidP="00EF115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B960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B960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.201</w:t>
      </w:r>
      <w:r w:rsidR="00D117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</w:p>
    <w:p w:rsidR="00EF1153" w:rsidRPr="004B1EBF" w:rsidRDefault="00EF1153" w:rsidP="00EF11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EF1153" w:rsidRPr="004B1EBF" w:rsidTr="00032228">
        <w:tc>
          <w:tcPr>
            <w:tcW w:w="3686" w:type="dxa"/>
            <w:shd w:val="clear" w:color="auto" w:fill="auto"/>
          </w:tcPr>
          <w:p w:rsidR="00EF1153" w:rsidRPr="004B1EBF" w:rsidRDefault="00EF1153" w:rsidP="000322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:rsidR="00EF1153" w:rsidRPr="004B1EBF" w:rsidRDefault="00EF1153" w:rsidP="000322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«Муниципальное управление»</w:t>
            </w:r>
          </w:p>
        </w:tc>
      </w:tr>
    </w:tbl>
    <w:p w:rsidR="00EF1153" w:rsidRPr="00EF1153" w:rsidRDefault="00EF1153" w:rsidP="00EF11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778"/>
        <w:gridCol w:w="797"/>
        <w:gridCol w:w="3402"/>
        <w:gridCol w:w="4994"/>
        <w:gridCol w:w="1620"/>
        <w:gridCol w:w="1480"/>
        <w:gridCol w:w="1540"/>
      </w:tblGrid>
      <w:tr w:rsidR="00EF1153" w:rsidRPr="00EF1153" w:rsidTr="00032228">
        <w:trPr>
          <w:trHeight w:val="908"/>
          <w:tblHeader/>
        </w:trPr>
        <w:tc>
          <w:tcPr>
            <w:tcW w:w="1575" w:type="dxa"/>
            <w:gridSpan w:val="2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402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4994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620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расходов на отчетный год  (согласно муниципальной программе), тыс. руб.</w:t>
            </w:r>
          </w:p>
        </w:tc>
        <w:tc>
          <w:tcPr>
            <w:tcW w:w="1480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Фактические расходы на конец отчетного периода, нарастающим итогом, тыс. руб.</w:t>
            </w:r>
          </w:p>
        </w:tc>
        <w:tc>
          <w:tcPr>
            <w:tcW w:w="1540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Отношение фактических расходов на конец отчетного периода, нарастающим итогом, к оценке расходов на отчетный год, %</w:t>
            </w:r>
          </w:p>
        </w:tc>
      </w:tr>
      <w:tr w:rsidR="00EF1153" w:rsidRPr="00EF1153" w:rsidTr="00032228">
        <w:trPr>
          <w:trHeight w:val="20"/>
          <w:tblHeader/>
        </w:trPr>
        <w:tc>
          <w:tcPr>
            <w:tcW w:w="778" w:type="dxa"/>
            <w:noWrap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97" w:type="dxa"/>
            <w:noWrap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3402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E6B1A" w:rsidRPr="00EF1153" w:rsidTr="00032228">
        <w:trPr>
          <w:trHeight w:val="20"/>
        </w:trPr>
        <w:tc>
          <w:tcPr>
            <w:tcW w:w="778" w:type="dxa"/>
            <w:vMerge w:val="restart"/>
            <w:noWrap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97" w:type="dxa"/>
            <w:vMerge w:val="restart"/>
            <w:noWrap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2" w:type="dxa"/>
            <w:vMerge w:val="restart"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муниципальным имуществом и земельными ресурсами</w:t>
            </w:r>
          </w:p>
        </w:tc>
        <w:tc>
          <w:tcPr>
            <w:tcW w:w="4994" w:type="dxa"/>
            <w:shd w:val="clear" w:color="000000" w:fill="FFFFFF"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noWrap/>
            <w:vAlign w:val="bottom"/>
          </w:tcPr>
          <w:p w:rsidR="009E6B1A" w:rsidRPr="00EF1153" w:rsidRDefault="00D11795" w:rsidP="00B960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80" w:type="dxa"/>
            <w:noWrap/>
            <w:vAlign w:val="bottom"/>
          </w:tcPr>
          <w:p w:rsidR="009E6B1A" w:rsidRPr="00EF1153" w:rsidRDefault="00D11795" w:rsidP="00464B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40" w:type="dxa"/>
            <w:noWrap/>
            <w:vAlign w:val="bottom"/>
          </w:tcPr>
          <w:p w:rsidR="009E6B1A" w:rsidRPr="00EF1153" w:rsidRDefault="00D11795" w:rsidP="009E6B1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D11795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D11795" w:rsidRPr="00EF1153" w:rsidRDefault="00D11795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D11795" w:rsidRPr="00EF1153" w:rsidRDefault="00D11795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D11795" w:rsidRPr="00EF1153" w:rsidRDefault="00D11795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D11795" w:rsidRPr="00EF1153" w:rsidRDefault="00D11795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«Можгинский район»</w:t>
            </w:r>
          </w:p>
        </w:tc>
        <w:tc>
          <w:tcPr>
            <w:tcW w:w="1620" w:type="dxa"/>
            <w:noWrap/>
            <w:vAlign w:val="bottom"/>
          </w:tcPr>
          <w:p w:rsidR="00D11795" w:rsidRPr="00EF1153" w:rsidRDefault="00D11795" w:rsidP="00B825D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80" w:type="dxa"/>
            <w:noWrap/>
            <w:vAlign w:val="bottom"/>
          </w:tcPr>
          <w:p w:rsidR="00D11795" w:rsidRPr="00EF1153" w:rsidRDefault="00D11795" w:rsidP="00B825D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40" w:type="dxa"/>
            <w:noWrap/>
            <w:vAlign w:val="bottom"/>
          </w:tcPr>
          <w:p w:rsidR="00D11795" w:rsidRPr="00EF1153" w:rsidRDefault="00D11795" w:rsidP="00B825D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9E6B1A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noWrap/>
            <w:vAlign w:val="bottom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noWrap/>
            <w:vAlign w:val="bottom"/>
          </w:tcPr>
          <w:p w:rsidR="009E6B1A" w:rsidRPr="00EF1153" w:rsidRDefault="009E6B1A" w:rsidP="00464B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noWrap/>
            <w:vAlign w:val="bottom"/>
          </w:tcPr>
          <w:p w:rsidR="009E6B1A" w:rsidRPr="00EF1153" w:rsidRDefault="009E6B1A" w:rsidP="00AE0F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11795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D11795" w:rsidRPr="00EF1153" w:rsidRDefault="00D11795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bookmarkStart w:id="0" w:name="_GoBack" w:colFirst="4" w:colLast="6"/>
          </w:p>
        </w:tc>
        <w:tc>
          <w:tcPr>
            <w:tcW w:w="797" w:type="dxa"/>
            <w:vMerge/>
            <w:vAlign w:val="center"/>
          </w:tcPr>
          <w:p w:rsidR="00D11795" w:rsidRPr="00EF1153" w:rsidRDefault="00D11795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D11795" w:rsidRPr="00EF1153" w:rsidRDefault="00D11795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D11795" w:rsidRPr="00EF1153" w:rsidRDefault="00D11795" w:rsidP="00EF1153">
            <w:pPr>
              <w:spacing w:before="40" w:after="40" w:line="240" w:lineRule="auto"/>
              <w:ind w:left="175" w:firstLineChars="2" w:firstLine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собственные средства бюджета муниципального образования «Можгинский район»</w:t>
            </w:r>
          </w:p>
        </w:tc>
        <w:tc>
          <w:tcPr>
            <w:tcW w:w="1620" w:type="dxa"/>
            <w:noWrap/>
            <w:vAlign w:val="bottom"/>
          </w:tcPr>
          <w:p w:rsidR="00D11795" w:rsidRPr="00EF1153" w:rsidRDefault="00D11795" w:rsidP="00B825D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80" w:type="dxa"/>
            <w:noWrap/>
            <w:vAlign w:val="bottom"/>
          </w:tcPr>
          <w:p w:rsidR="00D11795" w:rsidRPr="00EF1153" w:rsidRDefault="00D11795" w:rsidP="00B825D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40" w:type="dxa"/>
            <w:noWrap/>
            <w:vAlign w:val="bottom"/>
          </w:tcPr>
          <w:p w:rsidR="00D11795" w:rsidRPr="00EF1153" w:rsidRDefault="00D11795" w:rsidP="00B825D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bookmarkEnd w:id="0"/>
      <w:tr w:rsidR="009E6B1A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1620" w:type="dxa"/>
            <w:noWrap/>
            <w:vAlign w:val="bottom"/>
          </w:tcPr>
          <w:p w:rsidR="009E6B1A" w:rsidRPr="00EF1153" w:rsidRDefault="009E6B1A" w:rsidP="00F0579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noWrap/>
            <w:vAlign w:val="bottom"/>
          </w:tcPr>
          <w:p w:rsidR="009E6B1A" w:rsidRPr="00EF1153" w:rsidRDefault="009E6B1A" w:rsidP="00F0579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noWrap/>
            <w:vAlign w:val="bottom"/>
          </w:tcPr>
          <w:p w:rsidR="009E6B1A" w:rsidRPr="00EF1153" w:rsidRDefault="009E6B1A" w:rsidP="00085D5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F1153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162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F1153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ind w:lef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трансферы из бюджета субъекта Российской Федерации, имеющие целевое назначение</w:t>
            </w:r>
          </w:p>
        </w:tc>
        <w:tc>
          <w:tcPr>
            <w:tcW w:w="162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F1153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ind w:lef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из бюджетов поселений </w:t>
            </w:r>
          </w:p>
        </w:tc>
        <w:tc>
          <w:tcPr>
            <w:tcW w:w="162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F1153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ind w:lef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межбюджетные трансферты из бюджетов поселений, имеющие целевое назначение </w:t>
            </w:r>
          </w:p>
        </w:tc>
        <w:tc>
          <w:tcPr>
            <w:tcW w:w="162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F1153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субъекта Российской Федерации, планируемые к привлечению</w:t>
            </w:r>
          </w:p>
        </w:tc>
        <w:tc>
          <w:tcPr>
            <w:tcW w:w="162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F1153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 бюджетов поселений, входящих в состав муниципального района </w:t>
            </w:r>
          </w:p>
        </w:tc>
        <w:tc>
          <w:tcPr>
            <w:tcW w:w="162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F1153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EF1153" w:rsidRDefault="00EF1153" w:rsidP="004B1E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153" w:rsidRDefault="00EF1153" w:rsidP="004B1E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209" w:rsidRDefault="008F2209" w:rsidP="004B1EBF"/>
    <w:sectPr w:rsidR="008F2209" w:rsidSect="004B1EB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798"/>
    <w:rsid w:val="00085D57"/>
    <w:rsid w:val="000962C0"/>
    <w:rsid w:val="004B1EBF"/>
    <w:rsid w:val="004C7798"/>
    <w:rsid w:val="005273A5"/>
    <w:rsid w:val="006C5834"/>
    <w:rsid w:val="008F2209"/>
    <w:rsid w:val="00937782"/>
    <w:rsid w:val="009E6B1A"/>
    <w:rsid w:val="00A506AB"/>
    <w:rsid w:val="00A7472E"/>
    <w:rsid w:val="00B960A5"/>
    <w:rsid w:val="00CD2413"/>
    <w:rsid w:val="00D11795"/>
    <w:rsid w:val="00D92F4D"/>
    <w:rsid w:val="00EF1153"/>
    <w:rsid w:val="00F05795"/>
    <w:rsid w:val="00F92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User</cp:lastModifiedBy>
  <cp:revision>12</cp:revision>
  <cp:lastPrinted>2020-01-30T11:33:00Z</cp:lastPrinted>
  <dcterms:created xsi:type="dcterms:W3CDTF">2015-08-10T12:24:00Z</dcterms:created>
  <dcterms:modified xsi:type="dcterms:W3CDTF">2020-01-30T11:33:00Z</dcterms:modified>
</cp:coreProperties>
</file>